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557A81A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2CB8ED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14BAF">
        <w:rPr>
          <w:rFonts w:ascii="Segoe Print" w:hAnsi="Segoe Print"/>
          <w:b/>
          <w:sz w:val="24"/>
        </w:rPr>
        <w:t>19.1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024F726F" w:rsidR="00E20822" w:rsidRDefault="003E6AFA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72256" behindDoc="0" locked="0" layoutInCell="1" allowOverlap="1" wp14:anchorId="4617A818" wp14:editId="35582DE3">
            <wp:simplePos x="0" y="0"/>
            <wp:positionH relativeFrom="column">
              <wp:posOffset>-149286</wp:posOffset>
            </wp:positionH>
            <wp:positionV relativeFrom="paragraph">
              <wp:posOffset>4290425</wp:posOffset>
            </wp:positionV>
            <wp:extent cx="827405" cy="568325"/>
            <wp:effectExtent l="53340" t="0" r="0" b="0"/>
            <wp:wrapNone/>
            <wp:docPr id="96" name="Picture 9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5355D756" w:rsidR="00ED3DAA" w:rsidRPr="00DF4F76" w:rsidRDefault="0044713F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Share £</w:t>
            </w:r>
            <w:r w:rsidR="003E6AFA">
              <w:rPr>
                <w:rFonts w:ascii="Avenir Book" w:hAnsi="Avenir Book"/>
              </w:rPr>
              <w:t>5</w:t>
            </w:r>
            <w:r>
              <w:rPr>
                <w:rFonts w:ascii="Avenir Book" w:hAnsi="Avenir Book"/>
              </w:rPr>
              <w:t xml:space="preserve">5 into the ratio </w:t>
            </w:r>
            <w:proofErr w:type="gramStart"/>
            <w:r>
              <w:rPr>
                <w:rFonts w:ascii="Avenir Book" w:hAnsi="Avenir Book"/>
              </w:rPr>
              <w:t>2 :</w:t>
            </w:r>
            <w:proofErr w:type="gramEnd"/>
            <w:r>
              <w:rPr>
                <w:rFonts w:ascii="Avenir Book" w:hAnsi="Avenir Book"/>
              </w:rPr>
              <w:t xml:space="preserve"> 3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494CB4B2" w:rsidR="00ED3DAA" w:rsidRPr="00DF4F76" w:rsidRDefault="0019715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43% of £350.</w:t>
            </w:r>
          </w:p>
        </w:tc>
      </w:tr>
      <w:tr w:rsidR="00ED3DAA" w:rsidRPr="00B90872" w14:paraId="2FAB904D" w14:textId="77777777" w:rsidTr="003E6AFA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43C68F1B" w:rsidR="00ED3DAA" w:rsidRPr="00DF4F76" w:rsidRDefault="001D0579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The probability a seed will germinate is 0.8.  If 250 seeds were planted, how many would you expect to germinate?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1062C387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690FA0" w:rsidRPr="00DF4F76">
              <w:rPr>
                <w:rFonts w:ascii="Century Gothic" w:hAnsi="Century Gothic" w:cs="Tahoma"/>
                <w:noProof/>
                <w:lang w:eastAsia="en-GB"/>
              </w:rPr>
              <w:t xml:space="preserve">missing </w:t>
            </w:r>
            <w:r w:rsidR="000E3128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5DB33B9F" w:rsidR="00ED3DAA" w:rsidRPr="00DF4F76" w:rsidRDefault="000E3128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0032837" wp14:editId="542A9D92">
                  <wp:extent cx="1595120" cy="882650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AFA" w:rsidRPr="00B90872" w14:paraId="44B9DE2A" w14:textId="77777777" w:rsidTr="003E6AFA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E6AFA" w:rsidRPr="00B90872" w:rsidRDefault="003E6AFA" w:rsidP="003E6AF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127AB53" w14:textId="2C9A31CF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anchor distT="0" distB="0" distL="114300" distR="114300" simplePos="0" relativeHeight="251869184" behindDoc="0" locked="0" layoutInCell="1" allowOverlap="1" wp14:anchorId="49FB53DF" wp14:editId="07E7890F">
                  <wp:simplePos x="0" y="0"/>
                  <wp:positionH relativeFrom="column">
                    <wp:posOffset>4368178</wp:posOffset>
                  </wp:positionH>
                  <wp:positionV relativeFrom="paragraph">
                    <wp:posOffset>75051</wp:posOffset>
                  </wp:positionV>
                  <wp:extent cx="1187532" cy="1151522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8886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532" cy="115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9E47966" w14:textId="40DE3FE0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5D122D9F" w14:textId="59CB4923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49831498" w14:textId="06D7D0D7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2F4FE28D" w14:textId="1CEE701B" w:rsidR="003E6AFA" w:rsidRDefault="003E6AFA" w:rsidP="003E6AFA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71232" behindDoc="0" locked="0" layoutInCell="1" allowOverlap="1" wp14:anchorId="377A7EF1" wp14:editId="7164BF69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98" name="Picture 9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47960D56" w14:textId="16C21943" w:rsidR="003E6AFA" w:rsidRDefault="003E6AFA" w:rsidP="003E6AFA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19.1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628A7D92" w14:textId="77777777" w:rsidR="003E6AFA" w:rsidRDefault="003E6AFA" w:rsidP="003E6AFA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3E6AFA" w:rsidRPr="00B90872" w14:paraId="13C13EFC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7600485D" w14:textId="77777777" w:rsidR="003E6AFA" w:rsidRPr="00B90872" w:rsidRDefault="003E6AFA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3E5216F" w14:textId="77777777" w:rsidR="003E6AFA" w:rsidRPr="00DF4F76" w:rsidRDefault="003E6AFA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 xml:space="preserve">Share £55 into the ratio </w:t>
            </w:r>
            <w:proofErr w:type="gramStart"/>
            <w:r>
              <w:rPr>
                <w:rFonts w:ascii="Avenir Book" w:hAnsi="Avenir Book"/>
              </w:rPr>
              <w:t>2 :</w:t>
            </w:r>
            <w:proofErr w:type="gramEnd"/>
            <w:r>
              <w:rPr>
                <w:rFonts w:ascii="Avenir Book" w:hAnsi="Avenir Book"/>
              </w:rPr>
              <w:t xml:space="preserve"> 3</w:t>
            </w:r>
          </w:p>
        </w:tc>
        <w:tc>
          <w:tcPr>
            <w:tcW w:w="425" w:type="dxa"/>
            <w:tcBorders>
              <w:right w:val="nil"/>
            </w:tcBorders>
          </w:tcPr>
          <w:p w14:paraId="0840465E" w14:textId="77777777" w:rsidR="003E6AFA" w:rsidRPr="00DF4F76" w:rsidRDefault="003E6AFA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24D8299D" w14:textId="77777777" w:rsidR="003E6AFA" w:rsidRPr="00DF4F76" w:rsidRDefault="003E6AFA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43% of £350.</w:t>
            </w:r>
          </w:p>
        </w:tc>
      </w:tr>
      <w:tr w:rsidR="003E6AFA" w:rsidRPr="00B90872" w14:paraId="37B01D1D" w14:textId="77777777" w:rsidTr="00EA5960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799FFF1" w14:textId="77777777" w:rsidR="003E6AFA" w:rsidRPr="00B90872" w:rsidRDefault="003E6AFA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9FCBBCE" w14:textId="77777777" w:rsidR="003E6AFA" w:rsidRPr="00DF4F76" w:rsidRDefault="003E6AFA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The probability a seed will germinate is 0.8.  If 250 seeds were planted, how many would you expect to germinate?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FBDC666" w14:textId="77777777" w:rsidR="003E6AFA" w:rsidRPr="00DF4F76" w:rsidRDefault="003E6AFA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4E70F47F" w14:textId="77777777" w:rsidR="003E6AFA" w:rsidRPr="00DF4F76" w:rsidRDefault="003E6AFA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5E6083E0" w14:textId="77777777" w:rsidR="003E6AFA" w:rsidRPr="00DF4F76" w:rsidRDefault="003E6AFA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1101382" wp14:editId="20C93F84">
                  <wp:extent cx="1595120" cy="882650"/>
                  <wp:effectExtent l="0" t="0" r="508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AFA" w:rsidRPr="00B90872" w14:paraId="328226CF" w14:textId="77777777" w:rsidTr="00EA5960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7A59BB39" w14:textId="77777777" w:rsidR="003E6AFA" w:rsidRPr="00B90872" w:rsidRDefault="003E6AFA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5F7063CE" w14:textId="77777777" w:rsidR="003E6AFA" w:rsidRPr="003E6AFA" w:rsidRDefault="003E6AFA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anchor distT="0" distB="0" distL="114300" distR="114300" simplePos="0" relativeHeight="251873280" behindDoc="0" locked="0" layoutInCell="1" allowOverlap="1" wp14:anchorId="639663E6" wp14:editId="1B834A32">
                  <wp:simplePos x="0" y="0"/>
                  <wp:positionH relativeFrom="column">
                    <wp:posOffset>4368178</wp:posOffset>
                  </wp:positionH>
                  <wp:positionV relativeFrom="paragraph">
                    <wp:posOffset>75051</wp:posOffset>
                  </wp:positionV>
                  <wp:extent cx="1187532" cy="1151522"/>
                  <wp:effectExtent l="0" t="0" r="0" b="0"/>
                  <wp:wrapNone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8886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532" cy="115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75B1B777" w14:textId="77777777" w:rsidR="003E6AFA" w:rsidRPr="003E6AFA" w:rsidRDefault="003E6AFA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3DD84412" w14:textId="77777777" w:rsidR="003E6AFA" w:rsidRPr="003E6AFA" w:rsidRDefault="003E6AFA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2CB8397C" w14:textId="77777777" w:rsidR="003E6AFA" w:rsidRPr="003E6AFA" w:rsidRDefault="003E6AFA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1B3B872E" w14:textId="17AA5021" w:rsidR="00C766C9" w:rsidRDefault="00C766C9" w:rsidP="00C766C9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4848" behindDoc="0" locked="0" layoutInCell="1" allowOverlap="1" wp14:anchorId="0AA9FD62" wp14:editId="6AD565A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6" name="Picture 17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sectPr w:rsidR="00C766C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E3128"/>
    <w:rsid w:val="000F5E7A"/>
    <w:rsid w:val="000F6BFE"/>
    <w:rsid w:val="000F7964"/>
    <w:rsid w:val="0010697E"/>
    <w:rsid w:val="001274D6"/>
    <w:rsid w:val="001279F5"/>
    <w:rsid w:val="00130352"/>
    <w:rsid w:val="0013489E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9715B"/>
    <w:rsid w:val="001A1D1C"/>
    <w:rsid w:val="001A6603"/>
    <w:rsid w:val="001A68F7"/>
    <w:rsid w:val="001D0579"/>
    <w:rsid w:val="001D484E"/>
    <w:rsid w:val="001E23CA"/>
    <w:rsid w:val="001E511C"/>
    <w:rsid w:val="001F4226"/>
    <w:rsid w:val="0020304D"/>
    <w:rsid w:val="0020770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3939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E6AFA"/>
    <w:rsid w:val="003F51D8"/>
    <w:rsid w:val="004015EA"/>
    <w:rsid w:val="0040790B"/>
    <w:rsid w:val="0041226A"/>
    <w:rsid w:val="00412CDE"/>
    <w:rsid w:val="00436C34"/>
    <w:rsid w:val="00437093"/>
    <w:rsid w:val="0044713F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E1266"/>
    <w:rsid w:val="005E1C34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90FA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97427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D765D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14BAF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253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DF4F76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2019-05-30T18:44:00Z</dcterms:created>
  <dcterms:modified xsi:type="dcterms:W3CDTF">2019-05-30T18:46:00Z</dcterms:modified>
</cp:coreProperties>
</file>